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16D79033"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13C9196E"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D7512">
              <w:rPr>
                <w:rFonts w:asciiTheme="minorHAnsi" w:hAnsiTheme="minorHAnsi" w:cstheme="minorBidi"/>
                <w:b/>
                <w:bCs/>
                <w:sz w:val="22"/>
                <w:szCs w:val="22"/>
              </w:rPr>
              <w:t>24-78448</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F5206A">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4FCCF" w14:textId="77777777" w:rsidR="00F5206A" w:rsidRDefault="00F5206A">
      <w:pPr>
        <w:spacing w:line="20" w:lineRule="exact"/>
      </w:pPr>
    </w:p>
  </w:endnote>
  <w:endnote w:type="continuationSeparator" w:id="0">
    <w:p w14:paraId="4A0A2604" w14:textId="77777777" w:rsidR="00F5206A" w:rsidRDefault="00F5206A">
      <w:r>
        <w:t xml:space="preserve"> </w:t>
      </w:r>
    </w:p>
  </w:endnote>
  <w:endnote w:type="continuationNotice" w:id="1">
    <w:p w14:paraId="67469519" w14:textId="77777777" w:rsidR="00F5206A" w:rsidRDefault="00F5206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F808D" w14:textId="77777777" w:rsidR="00F5206A" w:rsidRDefault="00F5206A">
      <w:r>
        <w:separator/>
      </w:r>
    </w:p>
  </w:footnote>
  <w:footnote w:type="continuationSeparator" w:id="0">
    <w:p w14:paraId="2D1B9495" w14:textId="77777777" w:rsidR="00F5206A" w:rsidRDefault="00F5206A">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C2"/>
    <w:rsid w:val="00D715F5"/>
    <w:rsid w:val="00D72777"/>
    <w:rsid w:val="00D74EB0"/>
    <w:rsid w:val="00D7642E"/>
    <w:rsid w:val="00D829BA"/>
    <w:rsid w:val="00D82FF6"/>
    <w:rsid w:val="00D8317B"/>
    <w:rsid w:val="00D96E4E"/>
    <w:rsid w:val="00D97043"/>
    <w:rsid w:val="00DA040A"/>
    <w:rsid w:val="00DA5092"/>
    <w:rsid w:val="00DB1CDA"/>
    <w:rsid w:val="00DB25F4"/>
    <w:rsid w:val="00DB686A"/>
    <w:rsid w:val="00DC1D7C"/>
    <w:rsid w:val="00DC24F2"/>
    <w:rsid w:val="00DC47D8"/>
    <w:rsid w:val="00DD1A7B"/>
    <w:rsid w:val="00DF32C8"/>
    <w:rsid w:val="00E03B78"/>
    <w:rsid w:val="00E13D74"/>
    <w:rsid w:val="00E20C4F"/>
    <w:rsid w:val="00E227B3"/>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06A"/>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D7512"/>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706</Words>
  <Characters>4759</Characters>
  <Application>Microsoft Office Word</Application>
  <DocSecurity>0</DocSecurity>
  <Lines>39</Lines>
  <Paragraphs>10</Paragraphs>
  <ScaleCrop>false</ScaleCrop>
  <Company>State of Indiana</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2024-02-14T14:22:00Z</dcterms:created>
  <dcterms:modified xsi:type="dcterms:W3CDTF">2024-02-14T14:22:00Z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